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C215EF" w:rsidRDefault="00F862D6" w:rsidP="0077673A">
            <w:r w:rsidRPr="00C215EF">
              <w:t>Naše zn.</w:t>
            </w:r>
          </w:p>
        </w:tc>
        <w:tc>
          <w:tcPr>
            <w:tcW w:w="2552" w:type="dxa"/>
          </w:tcPr>
          <w:p w14:paraId="2FFEACB5" w14:textId="0BC00843" w:rsidR="00F862D6" w:rsidRPr="00C215EF" w:rsidRDefault="00AA4368" w:rsidP="0037111D">
            <w:r w:rsidRPr="00C215EF">
              <w:rPr>
                <w:rFonts w:ascii="Helvetica" w:hAnsi="Helvetica"/>
              </w:rPr>
              <w:t>652/2024-SŽ-SSV-Ú3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F862D6" w14:paraId="2C33C41A" w14:textId="77777777" w:rsidTr="00F862D6">
        <w:tc>
          <w:tcPr>
            <w:tcW w:w="1020" w:type="dxa"/>
          </w:tcPr>
          <w:p w14:paraId="3534520F" w14:textId="77777777" w:rsidR="00F862D6" w:rsidRPr="00C215EF" w:rsidRDefault="00F862D6" w:rsidP="0077673A">
            <w:r w:rsidRPr="00C215EF">
              <w:t>Listů/příloh</w:t>
            </w:r>
          </w:p>
        </w:tc>
        <w:tc>
          <w:tcPr>
            <w:tcW w:w="2552" w:type="dxa"/>
          </w:tcPr>
          <w:p w14:paraId="333CD487" w14:textId="19C87444" w:rsidR="00C215EF" w:rsidRPr="00C215EF" w:rsidRDefault="00C215EF" w:rsidP="00CC1E2B">
            <w:r w:rsidRPr="00C215EF">
              <w:t>3</w:t>
            </w:r>
            <w:r w:rsidR="003E6B9A" w:rsidRPr="00C215EF">
              <w:t>/</w:t>
            </w:r>
            <w:r w:rsidRPr="00C215EF">
              <w:t>2</w:t>
            </w:r>
          </w:p>
        </w:tc>
        <w:tc>
          <w:tcPr>
            <w:tcW w:w="823" w:type="dxa"/>
          </w:tcPr>
          <w:p w14:paraId="3FB21908" w14:textId="77777777" w:rsidR="00F862D6" w:rsidRDefault="00F862D6" w:rsidP="0077673A"/>
        </w:tc>
        <w:tc>
          <w:tcPr>
            <w:tcW w:w="3685" w:type="dxa"/>
            <w:vMerge/>
          </w:tcPr>
          <w:p w14:paraId="2E772784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F862D6" w:rsidRDefault="00F862D6" w:rsidP="0077673A"/>
        </w:tc>
        <w:tc>
          <w:tcPr>
            <w:tcW w:w="2552" w:type="dxa"/>
          </w:tcPr>
          <w:p w14:paraId="133F3BF2" w14:textId="77777777" w:rsidR="00F862D6" w:rsidRPr="003E6B9A" w:rsidRDefault="00F862D6" w:rsidP="0077673A"/>
        </w:tc>
        <w:tc>
          <w:tcPr>
            <w:tcW w:w="823" w:type="dxa"/>
          </w:tcPr>
          <w:p w14:paraId="7BEB7C0A" w14:textId="77777777" w:rsidR="00F862D6" w:rsidRDefault="00F862D6" w:rsidP="0077673A"/>
        </w:tc>
        <w:tc>
          <w:tcPr>
            <w:tcW w:w="3685" w:type="dxa"/>
            <w:vMerge/>
          </w:tcPr>
          <w:p w14:paraId="140296A1" w14:textId="77777777" w:rsidR="00F862D6" w:rsidRDefault="00F862D6" w:rsidP="0077673A"/>
        </w:tc>
      </w:tr>
      <w:tr w:rsidR="00F862D6" w14:paraId="5237532F" w14:textId="77777777" w:rsidTr="00F862D6">
        <w:tc>
          <w:tcPr>
            <w:tcW w:w="1020" w:type="dxa"/>
          </w:tcPr>
          <w:p w14:paraId="7759C605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4A0EADDE" w14:textId="3C731E19" w:rsidR="00F862D6" w:rsidRPr="003E6B9A" w:rsidRDefault="00AA4368" w:rsidP="00FE3455">
            <w:r>
              <w:t>Ing. Kamila Přerovská</w:t>
            </w:r>
          </w:p>
        </w:tc>
        <w:tc>
          <w:tcPr>
            <w:tcW w:w="823" w:type="dxa"/>
          </w:tcPr>
          <w:p w14:paraId="303107D3" w14:textId="77777777" w:rsidR="00F862D6" w:rsidRDefault="00F862D6" w:rsidP="0077673A"/>
        </w:tc>
        <w:tc>
          <w:tcPr>
            <w:tcW w:w="3685" w:type="dxa"/>
            <w:vMerge/>
          </w:tcPr>
          <w:p w14:paraId="6405EBE3" w14:textId="77777777" w:rsidR="00F862D6" w:rsidRDefault="00F862D6" w:rsidP="0077673A"/>
        </w:tc>
      </w:tr>
      <w:tr w:rsidR="009A7568" w14:paraId="192D4EE6" w14:textId="77777777" w:rsidTr="00F862D6">
        <w:tc>
          <w:tcPr>
            <w:tcW w:w="1020" w:type="dxa"/>
          </w:tcPr>
          <w:p w14:paraId="2F7F053F" w14:textId="77777777" w:rsidR="009A7568" w:rsidRDefault="009A7568" w:rsidP="009A7568"/>
        </w:tc>
        <w:tc>
          <w:tcPr>
            <w:tcW w:w="2552" w:type="dxa"/>
          </w:tcPr>
          <w:p w14:paraId="36F90D31" w14:textId="77777777" w:rsidR="009A7568" w:rsidRPr="003E6B9A" w:rsidRDefault="009A7568" w:rsidP="009A7568"/>
        </w:tc>
        <w:tc>
          <w:tcPr>
            <w:tcW w:w="823" w:type="dxa"/>
          </w:tcPr>
          <w:p w14:paraId="0B7BD956" w14:textId="77777777" w:rsidR="009A7568" w:rsidRDefault="009A7568" w:rsidP="009A7568"/>
        </w:tc>
        <w:tc>
          <w:tcPr>
            <w:tcW w:w="3685" w:type="dxa"/>
            <w:vMerge/>
          </w:tcPr>
          <w:p w14:paraId="294D6520" w14:textId="77777777" w:rsidR="009A7568" w:rsidRDefault="009A7568" w:rsidP="009A7568"/>
        </w:tc>
      </w:tr>
      <w:tr w:rsidR="009A7568" w14:paraId="635DFF9F" w14:textId="77777777" w:rsidTr="00F862D6">
        <w:tc>
          <w:tcPr>
            <w:tcW w:w="1020" w:type="dxa"/>
          </w:tcPr>
          <w:p w14:paraId="7A3891F6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67448459" w14:textId="25171339" w:rsidR="009A7568" w:rsidRPr="003E6B9A" w:rsidRDefault="00AA4368" w:rsidP="009A7568">
            <w:r>
              <w:t>+420 702 164 086</w:t>
            </w:r>
          </w:p>
        </w:tc>
        <w:tc>
          <w:tcPr>
            <w:tcW w:w="823" w:type="dxa"/>
          </w:tcPr>
          <w:p w14:paraId="4A963F72" w14:textId="77777777" w:rsidR="009A7568" w:rsidRDefault="009A7568" w:rsidP="009A7568"/>
        </w:tc>
        <w:tc>
          <w:tcPr>
            <w:tcW w:w="3685" w:type="dxa"/>
            <w:vMerge/>
          </w:tcPr>
          <w:p w14:paraId="010CCE96" w14:textId="77777777" w:rsidR="009A7568" w:rsidRDefault="009A7568" w:rsidP="009A7568"/>
        </w:tc>
      </w:tr>
      <w:tr w:rsidR="009A7568" w14:paraId="2250880D" w14:textId="77777777" w:rsidTr="00F862D6">
        <w:tc>
          <w:tcPr>
            <w:tcW w:w="1020" w:type="dxa"/>
          </w:tcPr>
          <w:p w14:paraId="28245A45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15A7D067" w14:textId="6666393E" w:rsidR="009A7568" w:rsidRPr="003E6B9A" w:rsidRDefault="00AA4368" w:rsidP="006104F6">
            <w:r>
              <w:t xml:space="preserve">Prerovska@spravazeleznic.cz </w:t>
            </w:r>
          </w:p>
        </w:tc>
        <w:tc>
          <w:tcPr>
            <w:tcW w:w="823" w:type="dxa"/>
          </w:tcPr>
          <w:p w14:paraId="61F2AFE5" w14:textId="77777777" w:rsidR="009A7568" w:rsidRDefault="009A7568" w:rsidP="009A7568"/>
        </w:tc>
        <w:tc>
          <w:tcPr>
            <w:tcW w:w="3685" w:type="dxa"/>
            <w:vMerge/>
          </w:tcPr>
          <w:p w14:paraId="3652D20A" w14:textId="77777777" w:rsidR="009A7568" w:rsidRDefault="009A7568" w:rsidP="009A7568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4F5AD7A6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C215EF">
              <w:rPr>
                <w:noProof/>
              </w:rPr>
              <w:t>19. ledna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3DA8AF36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AA4368">
        <w:rPr>
          <w:rFonts w:eastAsia="Times New Roman" w:cs="Times New Roman"/>
          <w:lang w:eastAsia="cs-CZ"/>
        </w:rPr>
        <w:t>3</w:t>
      </w:r>
    </w:p>
    <w:p w14:paraId="25C6ADAC" w14:textId="4C74635D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 </w:t>
      </w:r>
      <w:r w:rsidR="00335122">
        <w:rPr>
          <w:rFonts w:eastAsia="Calibri" w:cs="Times New Roman"/>
          <w:lang w:eastAsia="cs-CZ"/>
        </w:rPr>
        <w:tab/>
        <w:t>„</w:t>
      </w:r>
      <w:r w:rsidR="004900C4">
        <w:rPr>
          <w:rFonts w:eastAsia="Calibri" w:cs="Times New Roman"/>
          <w:b/>
          <w:bCs/>
          <w:lang w:eastAsia="cs-CZ"/>
        </w:rPr>
        <w:t>Rekonstrukce výpravní budovy v </w:t>
      </w:r>
      <w:proofErr w:type="spellStart"/>
      <w:r w:rsidR="004900C4">
        <w:rPr>
          <w:rFonts w:eastAsia="Calibri" w:cs="Times New Roman"/>
          <w:b/>
          <w:bCs/>
          <w:lang w:eastAsia="cs-CZ"/>
        </w:rPr>
        <w:t>žst</w:t>
      </w:r>
      <w:proofErr w:type="spellEnd"/>
      <w:r w:rsidR="004900C4">
        <w:rPr>
          <w:rFonts w:eastAsia="Calibri" w:cs="Times New Roman"/>
          <w:b/>
          <w:bCs/>
          <w:lang w:eastAsia="cs-CZ"/>
        </w:rPr>
        <w:t>. Jaroměř</w:t>
      </w:r>
      <w:r w:rsidR="00335122">
        <w:rPr>
          <w:rFonts w:eastAsia="Calibri" w:cs="Times New Roman"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6A081A01" w14:textId="77777777" w:rsidR="003A604E" w:rsidRDefault="003A604E" w:rsidP="00BD5319">
      <w:pPr>
        <w:spacing w:after="0" w:line="240" w:lineRule="auto"/>
        <w:rPr>
          <w:rFonts w:eastAsia="Calibri" w:cs="Times New Roman"/>
        </w:rPr>
      </w:pPr>
    </w:p>
    <w:p w14:paraId="52015967" w14:textId="7E0A3E61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18CFADEB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724FE09E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D68FBD7" w14:textId="2894C2BE"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AA4368">
        <w:rPr>
          <w:rFonts w:eastAsia="Calibri" w:cs="Times New Roman"/>
          <w:b/>
          <w:lang w:eastAsia="cs-CZ"/>
        </w:rPr>
        <w:t>4</w:t>
      </w:r>
      <w:r w:rsidRPr="00BD5319">
        <w:rPr>
          <w:rFonts w:eastAsia="Calibri" w:cs="Times New Roman"/>
          <w:b/>
          <w:lang w:eastAsia="cs-CZ"/>
        </w:rPr>
        <w:t>:</w:t>
      </w:r>
    </w:p>
    <w:p w14:paraId="62975440" w14:textId="77777777" w:rsidR="00AA4368" w:rsidRPr="00AA4368" w:rsidRDefault="00AA4368" w:rsidP="00AA4368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A4368">
        <w:rPr>
          <w:rFonts w:eastAsia="Calibri" w:cs="Times New Roman"/>
          <w:bCs/>
          <w:lang w:eastAsia="cs-CZ"/>
        </w:rPr>
        <w:t xml:space="preserve">Kontrolou zadavatelem postoupené projektové dokumentace bylo zjištěno, že není dostatečně řešena sanace vlhkosti. Mimo textové části a rozpočtu není z PD zřejmé rozmístění jednotlivých použitých metod sanace – podřezání, nízkotlaká injektáž, sanační omítky.  </w:t>
      </w:r>
    </w:p>
    <w:p w14:paraId="6288195A" w14:textId="77777777" w:rsidR="00AA4368" w:rsidRPr="00AA4368" w:rsidRDefault="00AA4368" w:rsidP="00AA4368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A4368">
        <w:rPr>
          <w:rFonts w:eastAsia="Calibri" w:cs="Times New Roman"/>
          <w:bCs/>
          <w:lang w:eastAsia="cs-CZ"/>
        </w:rPr>
        <w:t>Provedený stavebně vlhkostní průzkum ve svém závěru nedoporučuje použití metody podřezání. Současně doporučuje vhodný postu napojování injektáže na hydroizolační skladbu pomocí izolačního fabionů – toto není ale v PD řešeno a řešení detailů napojování se nepromítá do položkového rozpočtu.</w:t>
      </w:r>
    </w:p>
    <w:p w14:paraId="1A418670" w14:textId="77777777" w:rsidR="00AA4368" w:rsidRPr="00AA4368" w:rsidRDefault="00AA4368" w:rsidP="00AA4368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A4368">
        <w:rPr>
          <w:rFonts w:eastAsia="Calibri" w:cs="Times New Roman"/>
          <w:bCs/>
          <w:lang w:eastAsia="cs-CZ"/>
        </w:rPr>
        <w:t>Vzhledem k naměřené vlhkosti a míře zasolení je nezbytné použití specifické injektáže a sanačních omítek s cílem jejich maximální funkčnosti. PD neřeší jakoukoliv bližší specifikaci tohoto řešení.</w:t>
      </w:r>
    </w:p>
    <w:p w14:paraId="4C8B9F30" w14:textId="35FB456A" w:rsidR="00AA4368" w:rsidRDefault="00AA4368" w:rsidP="00AA4368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A4368">
        <w:rPr>
          <w:rFonts w:eastAsia="Calibri" w:cs="Times New Roman"/>
          <w:bCs/>
          <w:lang w:eastAsia="cs-CZ"/>
        </w:rPr>
        <w:t>Z dokumentace není zřejmé, zda se při zpracování nabídky má vycházet z poskytnuté PD nebo provedeného průzkumu.</w:t>
      </w:r>
    </w:p>
    <w:p w14:paraId="142049E0" w14:textId="77777777" w:rsidR="00AA4368" w:rsidRPr="00AA4368" w:rsidRDefault="00AA4368" w:rsidP="00AA4368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670E8BFB" w14:textId="2366D612" w:rsidR="00AA4368" w:rsidRPr="00AA4368" w:rsidRDefault="00AA4368" w:rsidP="00AA4368">
      <w:pPr>
        <w:spacing w:after="0" w:line="240" w:lineRule="auto"/>
        <w:rPr>
          <w:rFonts w:eastAsia="Calibri" w:cs="Times New Roman"/>
          <w:bCs/>
          <w:i/>
          <w:iCs/>
          <w:lang w:eastAsia="cs-CZ"/>
        </w:rPr>
      </w:pPr>
      <w:r w:rsidRPr="00AA4368">
        <w:rPr>
          <w:rFonts w:eastAsia="Calibri" w:cs="Times New Roman"/>
          <w:bCs/>
          <w:i/>
          <w:iCs/>
          <w:lang w:eastAsia="cs-CZ"/>
        </w:rPr>
        <w:t>Žádáme zadavatele o vyjádření a upřesnění.</w:t>
      </w:r>
    </w:p>
    <w:p w14:paraId="3F925D6B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D16A484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47E90147" w14:textId="6DDA9587" w:rsidR="00A11EB5" w:rsidRPr="003A604E" w:rsidRDefault="00A11EB5" w:rsidP="00A11EB5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3A604E">
        <w:rPr>
          <w:rFonts w:eastAsia="Calibri" w:cs="Times New Roman"/>
          <w:bCs/>
          <w:lang w:eastAsia="cs-CZ"/>
        </w:rPr>
        <w:t xml:space="preserve">Rozmístění – podřezání stěn se nachází pouze v úrovni 1PP při vkládání pásů v částech obvod. zdí a to u provětrávacího kanálku pro zatažení HI pásu mimo kanálek. HI pásy ve vodorovných plochách podlah a svislých </w:t>
      </w:r>
      <w:r w:rsidR="00B07146" w:rsidRPr="003A604E">
        <w:rPr>
          <w:rFonts w:eastAsia="Calibri" w:cs="Times New Roman"/>
          <w:bCs/>
          <w:lang w:eastAsia="cs-CZ"/>
        </w:rPr>
        <w:t>částech,</w:t>
      </w:r>
      <w:r w:rsidRPr="003A604E">
        <w:rPr>
          <w:rFonts w:eastAsia="Calibri" w:cs="Times New Roman"/>
          <w:bCs/>
          <w:lang w:eastAsia="cs-CZ"/>
        </w:rPr>
        <w:t xml:space="preserve"> tj. z</w:t>
      </w:r>
      <w:r w:rsidR="00B07146" w:rsidRPr="003A604E">
        <w:rPr>
          <w:rFonts w:eastAsia="Calibri" w:cs="Times New Roman"/>
          <w:bCs/>
          <w:lang w:eastAsia="cs-CZ"/>
        </w:rPr>
        <w:t> </w:t>
      </w:r>
      <w:r w:rsidRPr="003A604E">
        <w:rPr>
          <w:rFonts w:eastAsia="Calibri" w:cs="Times New Roman"/>
          <w:bCs/>
          <w:lang w:eastAsia="cs-CZ"/>
        </w:rPr>
        <w:t>exter</w:t>
      </w:r>
      <w:r w:rsidR="00B07146" w:rsidRPr="003A604E">
        <w:rPr>
          <w:rFonts w:eastAsia="Calibri" w:cs="Times New Roman"/>
          <w:bCs/>
          <w:lang w:eastAsia="cs-CZ"/>
        </w:rPr>
        <w:t xml:space="preserve">iérové </w:t>
      </w:r>
      <w:r w:rsidRPr="003A604E">
        <w:rPr>
          <w:rFonts w:eastAsia="Calibri" w:cs="Times New Roman"/>
          <w:bCs/>
          <w:lang w:eastAsia="cs-CZ"/>
        </w:rPr>
        <w:t xml:space="preserve">strany u obvodových stěn v podzemní části (v nepodsklepené části objektu) a odvětrávacího kanálku (v podsklepené části). Injektáž je navržena v podsklepené části v úrovni 1PP a to u podzemních obvodových stěn (k nimž nepřiléhá provětrávací kanálek) a vnitřních stěn v 1PP v úrovni paty, dále v úrovni soklu u obvodových stěn mimo části již injektované v rámci předcházející akce u </w:t>
      </w:r>
      <w:r w:rsidR="00B07146" w:rsidRPr="003A604E">
        <w:rPr>
          <w:rFonts w:eastAsia="Calibri" w:cs="Times New Roman"/>
          <w:bCs/>
          <w:lang w:eastAsia="cs-CZ"/>
        </w:rPr>
        <w:t>dopravní kanceláře</w:t>
      </w:r>
      <w:r w:rsidRPr="003A604E">
        <w:rPr>
          <w:rFonts w:eastAsia="Calibri" w:cs="Times New Roman"/>
          <w:bCs/>
          <w:lang w:eastAsia="cs-CZ"/>
        </w:rPr>
        <w:t xml:space="preserve"> a pod peronním přístřeškem.</w:t>
      </w:r>
    </w:p>
    <w:p w14:paraId="50E2E785" w14:textId="77777777" w:rsidR="00A11EB5" w:rsidRPr="003A604E" w:rsidRDefault="00A11EB5" w:rsidP="00A11EB5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2835F3A4" w14:textId="5EA5A8F5" w:rsidR="00A11EB5" w:rsidRPr="003A604E" w:rsidRDefault="00A2607E" w:rsidP="00A11EB5">
      <w:pPr>
        <w:spacing w:after="0" w:line="240" w:lineRule="auto"/>
        <w:rPr>
          <w:rFonts w:eastAsia="Calibri" w:cs="Times New Roman"/>
          <w:bCs/>
          <w:lang w:eastAsia="cs-CZ"/>
        </w:rPr>
      </w:pPr>
      <w:r w:rsidRPr="003A604E">
        <w:rPr>
          <w:rFonts w:eastAsia="Calibri" w:cs="Times New Roman"/>
          <w:bCs/>
          <w:lang w:eastAsia="cs-CZ"/>
        </w:rPr>
        <w:t xml:space="preserve">V přiloženém a aktualizovaném soupisu prací </w:t>
      </w:r>
      <w:r w:rsidR="00A11EB5" w:rsidRPr="003A604E">
        <w:rPr>
          <w:rFonts w:eastAsia="Calibri" w:cs="Times New Roman"/>
          <w:bCs/>
          <w:lang w:eastAsia="cs-CZ"/>
        </w:rPr>
        <w:t>b</w:t>
      </w:r>
      <w:r w:rsidR="0012718C" w:rsidRPr="003A604E">
        <w:rPr>
          <w:rFonts w:eastAsia="Calibri" w:cs="Times New Roman"/>
          <w:bCs/>
          <w:lang w:eastAsia="cs-CZ"/>
        </w:rPr>
        <w:t>yl</w:t>
      </w:r>
      <w:r w:rsidRPr="003A604E">
        <w:rPr>
          <w:rFonts w:eastAsia="Calibri" w:cs="Times New Roman"/>
          <w:bCs/>
          <w:lang w:eastAsia="cs-CZ"/>
        </w:rPr>
        <w:t>a</w:t>
      </w:r>
      <w:r w:rsidR="00A11EB5" w:rsidRPr="003A604E">
        <w:rPr>
          <w:rFonts w:eastAsia="Calibri" w:cs="Times New Roman"/>
          <w:bCs/>
          <w:lang w:eastAsia="cs-CZ"/>
        </w:rPr>
        <w:t xml:space="preserve"> doplněn</w:t>
      </w:r>
      <w:r w:rsidRPr="003A604E">
        <w:rPr>
          <w:rFonts w:eastAsia="Calibri" w:cs="Times New Roman"/>
          <w:bCs/>
          <w:lang w:eastAsia="cs-CZ"/>
        </w:rPr>
        <w:t xml:space="preserve">a </w:t>
      </w:r>
      <w:r w:rsidR="00A11EB5" w:rsidRPr="003A604E">
        <w:rPr>
          <w:rFonts w:eastAsia="Calibri" w:cs="Times New Roman"/>
          <w:bCs/>
          <w:lang w:eastAsia="cs-CZ"/>
        </w:rPr>
        <w:t>položka č. 1052.</w:t>
      </w:r>
    </w:p>
    <w:p w14:paraId="38D0AE6C" w14:textId="77777777" w:rsidR="00A11EB5" w:rsidRDefault="00A11EB5" w:rsidP="00A11EB5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3B7C81FE" w14:textId="77777777" w:rsidR="00AA4368" w:rsidRPr="00BD5319" w:rsidRDefault="00AA4368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E6AF240" w14:textId="77777777" w:rsidR="00AA4368" w:rsidRDefault="00AA4368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9C9076C" w14:textId="3B2F3E04"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AA4368">
        <w:rPr>
          <w:rFonts w:eastAsia="Calibri" w:cs="Times New Roman"/>
          <w:b/>
          <w:lang w:eastAsia="cs-CZ"/>
        </w:rPr>
        <w:t>5</w:t>
      </w:r>
      <w:r w:rsidRPr="00BD5319">
        <w:rPr>
          <w:rFonts w:eastAsia="Calibri" w:cs="Times New Roman"/>
          <w:b/>
          <w:lang w:eastAsia="cs-CZ"/>
        </w:rPr>
        <w:t>:</w:t>
      </w:r>
    </w:p>
    <w:p w14:paraId="5BF13511" w14:textId="77777777" w:rsidR="00AA4368" w:rsidRPr="00AA4368" w:rsidRDefault="00AA4368" w:rsidP="00AA4368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A4368">
        <w:rPr>
          <w:rFonts w:eastAsia="Calibri" w:cs="Times New Roman"/>
          <w:bCs/>
          <w:lang w:eastAsia="cs-CZ"/>
        </w:rPr>
        <w:t>V zadavatelem postoupené projektové dokumentaci jsou uvedeny vnitřní omítky sádrové.</w:t>
      </w:r>
    </w:p>
    <w:p w14:paraId="4F8DABA9" w14:textId="77777777" w:rsidR="00AA4368" w:rsidRPr="00AA4368" w:rsidRDefault="00AA4368" w:rsidP="00AA4368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A4368">
        <w:rPr>
          <w:rFonts w:eastAsia="Calibri" w:cs="Times New Roman"/>
          <w:bCs/>
          <w:lang w:eastAsia="cs-CZ"/>
        </w:rPr>
        <w:t>Rozpočet uvádí ale vápenné omítky.</w:t>
      </w:r>
    </w:p>
    <w:p w14:paraId="08FF4E1C" w14:textId="77777777" w:rsidR="00AA4368" w:rsidRPr="00AA4368" w:rsidRDefault="00AA4368" w:rsidP="00AA4368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746346DC" w14:textId="4564483C" w:rsidR="00AA4368" w:rsidRPr="00AA4368" w:rsidRDefault="00AA4368" w:rsidP="00AA4368">
      <w:pPr>
        <w:spacing w:after="0" w:line="240" w:lineRule="auto"/>
        <w:jc w:val="both"/>
        <w:rPr>
          <w:rFonts w:eastAsia="Calibri" w:cs="Times New Roman"/>
          <w:bCs/>
          <w:i/>
          <w:iCs/>
          <w:lang w:eastAsia="cs-CZ"/>
        </w:rPr>
      </w:pPr>
      <w:r w:rsidRPr="00AA4368">
        <w:rPr>
          <w:rFonts w:eastAsia="Calibri" w:cs="Times New Roman"/>
          <w:bCs/>
          <w:i/>
          <w:iCs/>
          <w:lang w:eastAsia="cs-CZ"/>
        </w:rPr>
        <w:t>Žádáme zadavatele o kontrolu a upřesnění.</w:t>
      </w:r>
    </w:p>
    <w:p w14:paraId="002E726F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0A66C2F" w14:textId="77777777" w:rsidR="003A604E" w:rsidRDefault="003A604E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455FFFB" w14:textId="77777777" w:rsidR="003A604E" w:rsidRDefault="003A604E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D86E461" w14:textId="0B90FD67" w:rsidR="00AA4368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lastRenderedPageBreak/>
        <w:t>Odpověď:</w:t>
      </w:r>
    </w:p>
    <w:p w14:paraId="7F128FB0" w14:textId="0E0AD38A" w:rsidR="00370030" w:rsidRPr="003A604E" w:rsidRDefault="00B07146" w:rsidP="0037003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3A604E">
        <w:rPr>
          <w:rFonts w:eastAsia="Calibri" w:cs="Times New Roman"/>
          <w:bCs/>
          <w:lang w:eastAsia="cs-CZ"/>
        </w:rPr>
        <w:t xml:space="preserve">V přiloženém a aktualizovaném soupisu prací byly doplněny </w:t>
      </w:r>
      <w:r w:rsidR="00370030" w:rsidRPr="003A604E">
        <w:rPr>
          <w:rFonts w:eastAsia="Calibri" w:cs="Times New Roman"/>
          <w:bCs/>
          <w:lang w:eastAsia="cs-CZ"/>
        </w:rPr>
        <w:t xml:space="preserve">položky č. 1055-1056 sádrové omítky, </w:t>
      </w:r>
      <w:r w:rsidR="006D68E4" w:rsidRPr="003A604E">
        <w:rPr>
          <w:rFonts w:eastAsia="Calibri" w:cs="Times New Roman"/>
          <w:bCs/>
          <w:lang w:eastAsia="cs-CZ"/>
        </w:rPr>
        <w:t xml:space="preserve">bylo </w:t>
      </w:r>
      <w:r w:rsidR="00370030" w:rsidRPr="003A604E">
        <w:rPr>
          <w:rFonts w:eastAsia="Calibri" w:cs="Times New Roman"/>
          <w:bCs/>
          <w:lang w:eastAsia="cs-CZ"/>
        </w:rPr>
        <w:t xml:space="preserve">upraveno množství u položek č. 82-83 vápenné omítky a </w:t>
      </w:r>
      <w:r w:rsidR="006D68E4" w:rsidRPr="003A604E">
        <w:rPr>
          <w:rFonts w:eastAsia="Calibri" w:cs="Times New Roman"/>
          <w:bCs/>
          <w:lang w:eastAsia="cs-CZ"/>
        </w:rPr>
        <w:t xml:space="preserve">u položky </w:t>
      </w:r>
      <w:r w:rsidR="00370030" w:rsidRPr="003A604E">
        <w:rPr>
          <w:rFonts w:eastAsia="Calibri" w:cs="Times New Roman"/>
          <w:bCs/>
          <w:lang w:eastAsia="cs-CZ"/>
        </w:rPr>
        <w:t>č.</w:t>
      </w:r>
      <w:r w:rsidR="006D68E4" w:rsidRPr="003A604E">
        <w:rPr>
          <w:rFonts w:eastAsia="Calibri" w:cs="Times New Roman"/>
          <w:bCs/>
          <w:lang w:eastAsia="cs-CZ"/>
        </w:rPr>
        <w:t xml:space="preserve"> </w:t>
      </w:r>
      <w:r w:rsidR="00370030" w:rsidRPr="003A604E">
        <w:rPr>
          <w:rFonts w:eastAsia="Calibri" w:cs="Times New Roman"/>
          <w:bCs/>
          <w:lang w:eastAsia="cs-CZ"/>
        </w:rPr>
        <w:t>170 otlučení omítek.</w:t>
      </w:r>
    </w:p>
    <w:p w14:paraId="71046C3E" w14:textId="77777777" w:rsidR="003A604E" w:rsidRDefault="003A604E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50C6F4F" w14:textId="77777777" w:rsidR="003A604E" w:rsidRDefault="003A604E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9C14D2B" w14:textId="67A413BA" w:rsidR="00AA4368" w:rsidRPr="00BD5319" w:rsidRDefault="00AA4368" w:rsidP="00AA4368">
      <w:pPr>
        <w:spacing w:after="0" w:line="240" w:lineRule="auto"/>
        <w:rPr>
          <w:rFonts w:eastAsia="Calibri" w:cs="Times New Roman"/>
          <w:b/>
          <w:lang w:eastAsia="cs-CZ"/>
        </w:rPr>
      </w:pPr>
      <w:r w:rsidRPr="00B07146">
        <w:rPr>
          <w:rFonts w:eastAsia="Calibri" w:cs="Times New Roman"/>
          <w:b/>
          <w:lang w:eastAsia="cs-CZ"/>
        </w:rPr>
        <w:t>Dotaz č. 6:</w:t>
      </w:r>
    </w:p>
    <w:p w14:paraId="6017DC35" w14:textId="77777777" w:rsidR="00AA4368" w:rsidRPr="00AA4368" w:rsidRDefault="00AA4368" w:rsidP="00AA4368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A4368">
        <w:rPr>
          <w:rFonts w:eastAsia="Calibri" w:cs="Times New Roman"/>
          <w:bCs/>
          <w:lang w:eastAsia="cs-CZ"/>
        </w:rPr>
        <w:t>Dle zadavatelem postoupené projektové dokumentace jsou navrženy podsypy pod podlahami na terénu, které může vést ke zvýšení radonového rizika.</w:t>
      </w:r>
    </w:p>
    <w:p w14:paraId="0E67C6C2" w14:textId="77777777" w:rsidR="00AA4368" w:rsidRPr="00AA4368" w:rsidRDefault="00AA4368" w:rsidP="00AA4368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67BA4283" w14:textId="3E40AA5D" w:rsidR="00AA4368" w:rsidRPr="00AA4368" w:rsidRDefault="00AA4368" w:rsidP="00AA4368">
      <w:pPr>
        <w:spacing w:after="0" w:line="240" w:lineRule="auto"/>
        <w:jc w:val="both"/>
        <w:rPr>
          <w:rFonts w:eastAsia="Calibri" w:cs="Times New Roman"/>
          <w:bCs/>
          <w:i/>
          <w:iCs/>
          <w:lang w:eastAsia="cs-CZ"/>
        </w:rPr>
      </w:pPr>
      <w:r w:rsidRPr="00AA4368">
        <w:rPr>
          <w:rFonts w:eastAsia="Calibri" w:cs="Times New Roman"/>
          <w:bCs/>
          <w:i/>
          <w:iCs/>
          <w:lang w:eastAsia="cs-CZ"/>
        </w:rPr>
        <w:t>Žádáme zadavatele o informaci k důvodům tohoto zvoleného řešení.</w:t>
      </w:r>
    </w:p>
    <w:p w14:paraId="5F540972" w14:textId="77777777" w:rsidR="00AA4368" w:rsidRPr="00BD5319" w:rsidRDefault="00AA4368" w:rsidP="00AA4368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F9677E6" w14:textId="77777777" w:rsidR="00AA4368" w:rsidRPr="00BD5319" w:rsidRDefault="00AA4368" w:rsidP="00AA4368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2455A270" w14:textId="77CC9E26" w:rsidR="00B07146" w:rsidRPr="003A604E" w:rsidRDefault="00B07146" w:rsidP="0037003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3A604E">
        <w:rPr>
          <w:rFonts w:eastAsia="Calibri" w:cs="Times New Roman"/>
          <w:bCs/>
          <w:lang w:eastAsia="cs-CZ"/>
        </w:rPr>
        <w:t>Dle požadavku NPU budou zachovány původní skladby podlah.  Z tohoto důvodu je navržen ve skladbách podsyp.</w:t>
      </w:r>
    </w:p>
    <w:p w14:paraId="786600C6" w14:textId="77777777" w:rsidR="00AA4368" w:rsidRDefault="00AA4368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4924D23" w14:textId="77777777" w:rsidR="00AA4368" w:rsidRDefault="00AA4368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BA60DA9" w14:textId="352BD751" w:rsidR="00AA4368" w:rsidRDefault="00AA4368" w:rsidP="00AA4368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7</w:t>
      </w:r>
      <w:r w:rsidRPr="00BD5319">
        <w:rPr>
          <w:rFonts w:eastAsia="Calibri" w:cs="Times New Roman"/>
          <w:b/>
          <w:lang w:eastAsia="cs-CZ"/>
        </w:rPr>
        <w:t>:</w:t>
      </w:r>
    </w:p>
    <w:p w14:paraId="63D56854" w14:textId="77777777" w:rsidR="00AA4368" w:rsidRPr="00AA4368" w:rsidRDefault="00AA4368" w:rsidP="00AA4368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A4368">
        <w:rPr>
          <w:rFonts w:eastAsia="Calibri" w:cs="Times New Roman"/>
          <w:bCs/>
          <w:lang w:eastAsia="cs-CZ"/>
        </w:rPr>
        <w:t>Ze zadavatelem postoupené projektové dokumentace vyplývá, že některé části střešního pláště jsou řešeny jako tříplášťové a některé jako dvouplášťová konstrukce. Důvod z dokumentace není zřejmý.</w:t>
      </w:r>
    </w:p>
    <w:p w14:paraId="0D10422C" w14:textId="77777777" w:rsidR="00AA4368" w:rsidRPr="00AA4368" w:rsidRDefault="00AA4368" w:rsidP="00AA4368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181672E6" w14:textId="43C75BCA" w:rsidR="00AA4368" w:rsidRPr="00AA4368" w:rsidRDefault="00AA4368" w:rsidP="00AA4368">
      <w:pPr>
        <w:spacing w:after="0" w:line="240" w:lineRule="auto"/>
        <w:jc w:val="both"/>
        <w:rPr>
          <w:rFonts w:eastAsia="Calibri" w:cs="Times New Roman"/>
          <w:bCs/>
          <w:i/>
          <w:iCs/>
          <w:lang w:eastAsia="cs-CZ"/>
        </w:rPr>
      </w:pPr>
      <w:r w:rsidRPr="00AA4368">
        <w:rPr>
          <w:rFonts w:eastAsia="Calibri" w:cs="Times New Roman"/>
          <w:bCs/>
          <w:i/>
          <w:iCs/>
          <w:lang w:eastAsia="cs-CZ"/>
        </w:rPr>
        <w:t>Žádáme zadavatele o vyjádření.</w:t>
      </w:r>
    </w:p>
    <w:p w14:paraId="4C66CCFB" w14:textId="77777777" w:rsidR="00AA4368" w:rsidRPr="00BD5319" w:rsidRDefault="00AA4368" w:rsidP="00AA4368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ED2A90E" w14:textId="77777777" w:rsidR="00AA4368" w:rsidRPr="00BD5319" w:rsidRDefault="00AA4368" w:rsidP="00AA4368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691F0C98" w14:textId="72AD931C" w:rsidR="00370030" w:rsidRPr="003A604E" w:rsidRDefault="00370030" w:rsidP="0037003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3A604E">
        <w:rPr>
          <w:rFonts w:eastAsia="Calibri" w:cs="Times New Roman"/>
          <w:bCs/>
          <w:lang w:eastAsia="cs-CZ"/>
        </w:rPr>
        <w:t xml:space="preserve">Návrh skladeb spočíval v identifikaci potřeby umístění odvětrávané mezery, jež zahrnuje více aspektů (pozice konstrukce, prostředí nad/pod konstrukcí, požadavku na nenavyšování střešní roviny či požadavek na zachování konstrukce, zatížení, výskyt, pozice TI, světlá výška atp.). Např. střecha umístěná v části peronního přístřešku kdy nad i pod konstrukcí střechy se nachází exteriér je zvolena jednoplášťová střecha. V objektu A se TI nenachází v rovině střechy, požadavek na nenavyšování střešní roviny se zatížením, spodní hrana interiéru přiznána v kombinaci těchto důvodů není navržena větraná mezera. Ve snížené části B umožněno navýšení roviny (mezi částí A </w:t>
      </w:r>
      <w:proofErr w:type="spellStart"/>
      <w:r w:rsidRPr="003A604E">
        <w:rPr>
          <w:rFonts w:eastAsia="Calibri" w:cs="Times New Roman"/>
          <w:bCs/>
          <w:lang w:eastAsia="cs-CZ"/>
        </w:rPr>
        <w:t>a</w:t>
      </w:r>
      <w:proofErr w:type="spellEnd"/>
      <w:r w:rsidRPr="003A604E">
        <w:rPr>
          <w:rFonts w:eastAsia="Calibri" w:cs="Times New Roman"/>
          <w:bCs/>
          <w:lang w:eastAsia="cs-CZ"/>
        </w:rPr>
        <w:t xml:space="preserve"> C), pro zajištění delší životnosti a menšímu tep. namáhání zvoleno vytvoření odvětrávané mezery.</w:t>
      </w:r>
    </w:p>
    <w:p w14:paraId="083621F9" w14:textId="77777777" w:rsidR="00AA4368" w:rsidRDefault="00AA4368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2EF485F" w14:textId="77777777" w:rsidR="00AA4368" w:rsidRDefault="00AA4368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0B84970" w14:textId="2AD4E8EF" w:rsidR="00AA4368" w:rsidRDefault="00AA4368" w:rsidP="00AA4368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8</w:t>
      </w:r>
      <w:r w:rsidRPr="00BD5319">
        <w:rPr>
          <w:rFonts w:eastAsia="Calibri" w:cs="Times New Roman"/>
          <w:b/>
          <w:lang w:eastAsia="cs-CZ"/>
        </w:rPr>
        <w:t>:</w:t>
      </w:r>
    </w:p>
    <w:p w14:paraId="54783D7B" w14:textId="77777777" w:rsidR="00AA4368" w:rsidRPr="00AA4368" w:rsidRDefault="00AA4368" w:rsidP="00AA4368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A4368">
        <w:rPr>
          <w:rFonts w:eastAsia="Calibri" w:cs="Times New Roman"/>
          <w:bCs/>
          <w:lang w:eastAsia="cs-CZ"/>
        </w:rPr>
        <w:t>Kontrolou zadavatelem postoupené projektové dokumentace bylo zjištěno, že chybí návrh řešení větrání půdního prostoru.</w:t>
      </w:r>
    </w:p>
    <w:p w14:paraId="23DB8887" w14:textId="77777777" w:rsidR="00AA4368" w:rsidRPr="00AA4368" w:rsidRDefault="00AA4368" w:rsidP="00AA4368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17313EAC" w14:textId="38116BA6" w:rsidR="00AA4368" w:rsidRPr="00AA4368" w:rsidRDefault="00AA4368" w:rsidP="00AA4368">
      <w:pPr>
        <w:spacing w:after="0" w:line="240" w:lineRule="auto"/>
        <w:jc w:val="both"/>
        <w:rPr>
          <w:rFonts w:eastAsia="Calibri" w:cs="Times New Roman"/>
          <w:bCs/>
          <w:i/>
          <w:iCs/>
          <w:lang w:eastAsia="cs-CZ"/>
        </w:rPr>
      </w:pPr>
      <w:r w:rsidRPr="00AA4368">
        <w:rPr>
          <w:rFonts w:eastAsia="Calibri" w:cs="Times New Roman"/>
          <w:bCs/>
          <w:i/>
          <w:iCs/>
          <w:lang w:eastAsia="cs-CZ"/>
        </w:rPr>
        <w:t>Žádáme zadavatele o kontrolu a doplnění.</w:t>
      </w:r>
    </w:p>
    <w:p w14:paraId="18E6414E" w14:textId="77777777" w:rsidR="00AA4368" w:rsidRPr="00BD5319" w:rsidRDefault="00AA4368" w:rsidP="00AA4368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4640B3A" w14:textId="77777777" w:rsidR="00AA4368" w:rsidRPr="00BD5319" w:rsidRDefault="00AA4368" w:rsidP="00AA4368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12A48DDF" w14:textId="1E8D567B" w:rsidR="00370030" w:rsidRPr="003A604E" w:rsidRDefault="00370030" w:rsidP="0037003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3A604E">
        <w:rPr>
          <w:rFonts w:eastAsia="Calibri" w:cs="Times New Roman"/>
          <w:bCs/>
          <w:lang w:eastAsia="cs-CZ"/>
        </w:rPr>
        <w:t xml:space="preserve">Větrání je umožněno pomocí okenních výplní a v části střechy s falc. </w:t>
      </w:r>
      <w:r w:rsidR="006C7A69" w:rsidRPr="003A604E">
        <w:rPr>
          <w:rFonts w:eastAsia="Calibri" w:cs="Times New Roman"/>
          <w:bCs/>
          <w:lang w:eastAsia="cs-CZ"/>
        </w:rPr>
        <w:t>k</w:t>
      </w:r>
      <w:r w:rsidRPr="003A604E">
        <w:rPr>
          <w:rFonts w:eastAsia="Calibri" w:cs="Times New Roman"/>
          <w:bCs/>
          <w:lang w:eastAsia="cs-CZ"/>
        </w:rPr>
        <w:t>rytinou</w:t>
      </w:r>
      <w:r w:rsidR="006C7A69" w:rsidRPr="003A604E">
        <w:rPr>
          <w:rFonts w:eastAsia="Calibri" w:cs="Times New Roman"/>
          <w:bCs/>
          <w:lang w:eastAsia="cs-CZ"/>
        </w:rPr>
        <w:t>,</w:t>
      </w:r>
      <w:r w:rsidRPr="003A604E">
        <w:rPr>
          <w:rFonts w:eastAsia="Calibri" w:cs="Times New Roman"/>
          <w:bCs/>
          <w:lang w:eastAsia="cs-CZ"/>
        </w:rPr>
        <w:t xml:space="preserve"> </w:t>
      </w:r>
      <w:r w:rsidR="006C7A69" w:rsidRPr="003A604E">
        <w:rPr>
          <w:rFonts w:eastAsia="Calibri" w:cs="Times New Roman"/>
          <w:bCs/>
          <w:lang w:eastAsia="cs-CZ"/>
        </w:rPr>
        <w:t xml:space="preserve">zahrnuje </w:t>
      </w:r>
      <w:r w:rsidRPr="003A604E">
        <w:rPr>
          <w:rFonts w:eastAsia="Calibri" w:cs="Times New Roman"/>
          <w:bCs/>
          <w:lang w:eastAsia="cs-CZ"/>
        </w:rPr>
        <w:t>položka č. 202</w:t>
      </w:r>
      <w:r w:rsidR="005B6A6E" w:rsidRPr="003A604E">
        <w:rPr>
          <w:rFonts w:eastAsia="Calibri" w:cs="Times New Roman"/>
          <w:bCs/>
          <w:lang w:eastAsia="cs-CZ"/>
        </w:rPr>
        <w:t>.</w:t>
      </w:r>
      <w:r w:rsidR="006C7A69" w:rsidRPr="003A604E">
        <w:rPr>
          <w:rFonts w:eastAsia="Calibri" w:cs="Times New Roman"/>
          <w:bCs/>
          <w:lang w:eastAsia="cs-CZ"/>
        </w:rPr>
        <w:t xml:space="preserve"> V položce č. 445 (větrání střechy se skládanou krytinou) bylo upraveno množství ve VV. </w:t>
      </w:r>
      <w:r w:rsidR="005B6A6E" w:rsidRPr="003A604E">
        <w:rPr>
          <w:rFonts w:eastAsia="Calibri" w:cs="Times New Roman"/>
          <w:bCs/>
          <w:lang w:eastAsia="cs-CZ"/>
        </w:rPr>
        <w:t xml:space="preserve">V nových položkách číslo 1053-1054 </w:t>
      </w:r>
      <w:r w:rsidR="009635DE" w:rsidRPr="003A604E">
        <w:rPr>
          <w:rFonts w:eastAsia="Calibri" w:cs="Times New Roman"/>
          <w:bCs/>
          <w:lang w:eastAsia="cs-CZ"/>
        </w:rPr>
        <w:t>jsou</w:t>
      </w:r>
      <w:r w:rsidRPr="003A604E">
        <w:rPr>
          <w:rFonts w:eastAsia="Calibri" w:cs="Times New Roman"/>
          <w:bCs/>
          <w:lang w:eastAsia="cs-CZ"/>
        </w:rPr>
        <w:t xml:space="preserve"> doplněn</w:t>
      </w:r>
      <w:r w:rsidR="006C7A69" w:rsidRPr="003A604E">
        <w:rPr>
          <w:rFonts w:eastAsia="Calibri" w:cs="Times New Roman"/>
          <w:bCs/>
          <w:lang w:eastAsia="cs-CZ"/>
        </w:rPr>
        <w:t>y</w:t>
      </w:r>
      <w:r w:rsidRPr="003A604E">
        <w:rPr>
          <w:rFonts w:eastAsia="Calibri" w:cs="Times New Roman"/>
          <w:bCs/>
          <w:lang w:eastAsia="cs-CZ"/>
        </w:rPr>
        <w:t xml:space="preserve"> větrací vsuvky s vyříznutím bednění (1,5 ks/</w:t>
      </w:r>
      <w:proofErr w:type="spellStart"/>
      <w:r w:rsidR="001F719C" w:rsidRPr="003A604E">
        <w:rPr>
          <w:rFonts w:eastAsia="Calibri" w:cs="Times New Roman"/>
          <w:bCs/>
          <w:lang w:eastAsia="cs-CZ"/>
        </w:rPr>
        <w:t>bm</w:t>
      </w:r>
      <w:proofErr w:type="spellEnd"/>
      <w:r w:rsidR="001F719C" w:rsidRPr="003A604E">
        <w:rPr>
          <w:rFonts w:eastAsia="Calibri" w:cs="Times New Roman"/>
          <w:bCs/>
          <w:lang w:eastAsia="cs-CZ"/>
        </w:rPr>
        <w:t>, část</w:t>
      </w:r>
      <w:r w:rsidRPr="003A604E">
        <w:rPr>
          <w:rFonts w:eastAsia="Calibri" w:cs="Times New Roman"/>
          <w:bCs/>
          <w:lang w:eastAsia="cs-CZ"/>
        </w:rPr>
        <w:t xml:space="preserve"> u hřebene v objektu B</w:t>
      </w:r>
      <w:r w:rsidR="001F719C" w:rsidRPr="003A604E">
        <w:rPr>
          <w:rFonts w:eastAsia="Calibri" w:cs="Times New Roman"/>
          <w:bCs/>
          <w:lang w:eastAsia="cs-CZ"/>
        </w:rPr>
        <w:t>).</w:t>
      </w:r>
    </w:p>
    <w:p w14:paraId="66DB06AE" w14:textId="77777777" w:rsidR="00AA4368" w:rsidRDefault="00AA4368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2C3057C" w14:textId="77777777" w:rsidR="00AA4368" w:rsidRDefault="00AA4368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EB63A56" w14:textId="1B93CBAD" w:rsidR="00AA4368" w:rsidRDefault="00AA4368" w:rsidP="00AA4368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9</w:t>
      </w:r>
      <w:r w:rsidRPr="00BD5319">
        <w:rPr>
          <w:rFonts w:eastAsia="Calibri" w:cs="Times New Roman"/>
          <w:b/>
          <w:lang w:eastAsia="cs-CZ"/>
        </w:rPr>
        <w:t>:</w:t>
      </w:r>
    </w:p>
    <w:p w14:paraId="5FA3A861" w14:textId="77777777" w:rsidR="00AA4368" w:rsidRPr="00AA4368" w:rsidRDefault="00AA4368" w:rsidP="00AA4368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A4368">
        <w:rPr>
          <w:rFonts w:eastAsia="Calibri" w:cs="Times New Roman"/>
          <w:bCs/>
          <w:lang w:eastAsia="cs-CZ"/>
        </w:rPr>
        <w:t xml:space="preserve">V zadavatelem postoupené dokumentaci – výkazu výměr objektu </w:t>
      </w:r>
      <w:r w:rsidRPr="00AA4368">
        <w:rPr>
          <w:rFonts w:eastAsia="Calibri" w:cs="Times New Roman"/>
          <w:b/>
          <w:lang w:eastAsia="cs-CZ"/>
        </w:rPr>
        <w:t xml:space="preserve">SO 77-71-01.01 </w:t>
      </w:r>
      <w:proofErr w:type="spellStart"/>
      <w:r w:rsidRPr="00AA4368">
        <w:rPr>
          <w:rFonts w:eastAsia="Calibri" w:cs="Times New Roman"/>
          <w:b/>
          <w:lang w:eastAsia="cs-CZ"/>
        </w:rPr>
        <w:t>Architektonicko</w:t>
      </w:r>
      <w:proofErr w:type="spellEnd"/>
      <w:r w:rsidRPr="00AA4368">
        <w:rPr>
          <w:rFonts w:eastAsia="Calibri" w:cs="Times New Roman"/>
          <w:b/>
          <w:lang w:eastAsia="cs-CZ"/>
        </w:rPr>
        <w:t xml:space="preserve"> stavební řešení</w:t>
      </w:r>
      <w:r w:rsidRPr="00AA4368">
        <w:rPr>
          <w:rFonts w:eastAsia="Calibri" w:cs="Times New Roman"/>
          <w:bCs/>
          <w:lang w:eastAsia="cs-CZ"/>
        </w:rPr>
        <w:t xml:space="preserve"> je pol. č. 310, u které je uvažována podkladní strukturální rohož. V projektové dokumentaci s takovou skladbou v rámci střešního pláště není ale uvažováno.</w:t>
      </w:r>
    </w:p>
    <w:p w14:paraId="247F7259" w14:textId="77777777" w:rsidR="00AA4368" w:rsidRPr="00AA4368" w:rsidRDefault="00AA4368" w:rsidP="00AA4368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54FE6DC0" w14:textId="48528365" w:rsidR="00AA4368" w:rsidRPr="00AA4368" w:rsidRDefault="00AA4368" w:rsidP="00AA4368">
      <w:pPr>
        <w:spacing w:after="0" w:line="240" w:lineRule="auto"/>
        <w:jc w:val="both"/>
        <w:rPr>
          <w:rFonts w:eastAsia="Calibri" w:cs="Times New Roman"/>
          <w:bCs/>
          <w:i/>
          <w:iCs/>
          <w:lang w:eastAsia="cs-CZ"/>
        </w:rPr>
      </w:pPr>
      <w:r w:rsidRPr="00AA4368">
        <w:rPr>
          <w:rFonts w:eastAsia="Calibri" w:cs="Times New Roman"/>
          <w:bCs/>
          <w:i/>
          <w:iCs/>
          <w:lang w:eastAsia="cs-CZ"/>
        </w:rPr>
        <w:t>Žádáme zadavatele o kontrolu a uvedení dokumentace do souladu.</w:t>
      </w:r>
    </w:p>
    <w:p w14:paraId="2FE902B5" w14:textId="77777777" w:rsidR="00AA4368" w:rsidRPr="00BD5319" w:rsidRDefault="00AA4368" w:rsidP="00AA4368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919B133" w14:textId="77777777" w:rsidR="00AA4368" w:rsidRPr="00BD5319" w:rsidRDefault="00AA4368" w:rsidP="00AA4368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000D5B1C" w14:textId="77777777" w:rsidR="00370030" w:rsidRPr="003A604E" w:rsidRDefault="00370030" w:rsidP="0037003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3A604E">
        <w:rPr>
          <w:rFonts w:eastAsia="Calibri" w:cs="Times New Roman"/>
          <w:bCs/>
          <w:lang w:eastAsia="cs-CZ"/>
        </w:rPr>
        <w:t>Položka č. 309-310 odstraněna pro duplicitu, platí HI s tkaninou na povrchu dle skladeb v PD položka č. 495 kde se upravilo množství ve VV.</w:t>
      </w:r>
    </w:p>
    <w:p w14:paraId="0DDD3C41" w14:textId="77777777" w:rsidR="00AA4368" w:rsidRDefault="00AA4368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10C2367" w14:textId="77777777" w:rsidR="00AA4368" w:rsidRDefault="00AA4368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DF615CE" w14:textId="77777777" w:rsidR="009105CF" w:rsidRDefault="009105CF" w:rsidP="00AA4368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2C019AC" w14:textId="77777777" w:rsidR="009105CF" w:rsidRDefault="009105CF" w:rsidP="00AA4368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9B6EFED" w14:textId="34AF4392" w:rsidR="00AA4368" w:rsidRDefault="00AA4368" w:rsidP="00AA4368">
      <w:pPr>
        <w:spacing w:after="0" w:line="240" w:lineRule="auto"/>
        <w:rPr>
          <w:rFonts w:eastAsia="Calibri" w:cs="Times New Roman"/>
          <w:b/>
          <w:lang w:eastAsia="cs-CZ"/>
        </w:rPr>
      </w:pPr>
      <w:r w:rsidRPr="0012718C">
        <w:rPr>
          <w:rFonts w:eastAsia="Calibri" w:cs="Times New Roman"/>
          <w:b/>
          <w:lang w:eastAsia="cs-CZ"/>
        </w:rPr>
        <w:lastRenderedPageBreak/>
        <w:t>Dotaz č. 10:</w:t>
      </w:r>
    </w:p>
    <w:p w14:paraId="2339AC07" w14:textId="77777777" w:rsidR="00AA4368" w:rsidRPr="00AA4368" w:rsidRDefault="00AA4368" w:rsidP="00AA4368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A4368">
        <w:rPr>
          <w:rFonts w:eastAsia="Calibri" w:cs="Times New Roman"/>
          <w:bCs/>
          <w:lang w:eastAsia="cs-CZ"/>
        </w:rPr>
        <w:t xml:space="preserve">V zadavatelem postoupené dokumentaci – výkazu výměr objektu </w:t>
      </w:r>
      <w:r w:rsidRPr="00AA4368">
        <w:rPr>
          <w:rFonts w:eastAsia="Calibri" w:cs="Times New Roman"/>
          <w:b/>
          <w:lang w:eastAsia="cs-CZ"/>
        </w:rPr>
        <w:t xml:space="preserve">SO 77-71-01.01 </w:t>
      </w:r>
      <w:proofErr w:type="spellStart"/>
      <w:r w:rsidRPr="00AA4368">
        <w:rPr>
          <w:rFonts w:eastAsia="Calibri" w:cs="Times New Roman"/>
          <w:b/>
          <w:lang w:eastAsia="cs-CZ"/>
        </w:rPr>
        <w:t>Architektonicko</w:t>
      </w:r>
      <w:proofErr w:type="spellEnd"/>
      <w:r w:rsidRPr="00AA4368">
        <w:rPr>
          <w:rFonts w:eastAsia="Calibri" w:cs="Times New Roman"/>
          <w:b/>
          <w:lang w:eastAsia="cs-CZ"/>
        </w:rPr>
        <w:t xml:space="preserve"> stavební řešení</w:t>
      </w:r>
      <w:r w:rsidRPr="00AA4368">
        <w:rPr>
          <w:rFonts w:eastAsia="Calibri" w:cs="Times New Roman"/>
          <w:bCs/>
          <w:lang w:eastAsia="cs-CZ"/>
        </w:rPr>
        <w:t xml:space="preserve"> je pol. č. 494 – výroba atypických klempířských výrobků. Z dokumentace není zřejmé, co vše má být v rámci této položky dodáno a oceněno.</w:t>
      </w:r>
    </w:p>
    <w:p w14:paraId="76894CCD" w14:textId="77777777" w:rsidR="00AA4368" w:rsidRPr="00AA4368" w:rsidRDefault="00AA4368" w:rsidP="00AA4368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59628775" w14:textId="0C544086" w:rsidR="00AA4368" w:rsidRPr="00AA4368" w:rsidRDefault="00AA4368" w:rsidP="00AA4368">
      <w:pPr>
        <w:spacing w:after="0" w:line="240" w:lineRule="auto"/>
        <w:jc w:val="both"/>
        <w:rPr>
          <w:rFonts w:eastAsia="Calibri" w:cs="Times New Roman"/>
          <w:bCs/>
          <w:i/>
          <w:iCs/>
          <w:lang w:eastAsia="cs-CZ"/>
        </w:rPr>
      </w:pPr>
      <w:r w:rsidRPr="00AA4368">
        <w:rPr>
          <w:rFonts w:eastAsia="Calibri" w:cs="Times New Roman"/>
          <w:bCs/>
          <w:i/>
          <w:iCs/>
          <w:lang w:eastAsia="cs-CZ"/>
        </w:rPr>
        <w:t>Žádáme zadavatele o upřesnění.</w:t>
      </w:r>
    </w:p>
    <w:p w14:paraId="4A1F11D7" w14:textId="77777777" w:rsidR="00AA4368" w:rsidRPr="00BD5319" w:rsidRDefault="00AA4368" w:rsidP="00AA4368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4FC4E88" w14:textId="77777777" w:rsidR="00AA4368" w:rsidRPr="00C215EF" w:rsidRDefault="00AA4368" w:rsidP="00AA4368">
      <w:pPr>
        <w:spacing w:after="0" w:line="240" w:lineRule="auto"/>
        <w:rPr>
          <w:rFonts w:eastAsia="Calibri" w:cs="Times New Roman"/>
          <w:b/>
          <w:lang w:eastAsia="cs-CZ"/>
        </w:rPr>
      </w:pPr>
      <w:r w:rsidRPr="00C215EF">
        <w:rPr>
          <w:rFonts w:eastAsia="Calibri" w:cs="Times New Roman"/>
          <w:b/>
          <w:lang w:eastAsia="cs-CZ"/>
        </w:rPr>
        <w:t xml:space="preserve">Odpověď: </w:t>
      </w:r>
    </w:p>
    <w:p w14:paraId="23D78DBC" w14:textId="777435E2" w:rsidR="00370030" w:rsidRPr="003A604E" w:rsidRDefault="00603ADD" w:rsidP="00BF784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215EF">
        <w:rPr>
          <w:rFonts w:eastAsia="Calibri" w:cs="Times New Roman"/>
          <w:bCs/>
          <w:lang w:eastAsia="cs-CZ"/>
        </w:rPr>
        <w:t>Uvedená položka obsahuje p</w:t>
      </w:r>
      <w:r w:rsidR="0012718C" w:rsidRPr="00C215EF">
        <w:rPr>
          <w:rFonts w:eastAsia="Calibri" w:cs="Times New Roman"/>
          <w:bCs/>
          <w:lang w:eastAsia="cs-CZ"/>
        </w:rPr>
        <w:t>říplatek za pracnost při výrobě atypických klempířských prvků na památkově chráněné budově.</w:t>
      </w:r>
      <w:r w:rsidR="0012718C" w:rsidRPr="003A604E">
        <w:rPr>
          <w:rFonts w:eastAsia="Calibri" w:cs="Times New Roman"/>
          <w:bCs/>
          <w:lang w:eastAsia="cs-CZ"/>
        </w:rPr>
        <w:t xml:space="preserve"> </w:t>
      </w:r>
    </w:p>
    <w:p w14:paraId="0D665768" w14:textId="77777777" w:rsidR="00AA4368" w:rsidRDefault="00AA4368" w:rsidP="00AA4368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406E93A5" w14:textId="77777777" w:rsidR="003A604E" w:rsidRPr="00BD5319" w:rsidRDefault="003A604E" w:rsidP="00AA4368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10E8C8A5" w14:textId="412C82D5" w:rsidR="00BD5319" w:rsidRDefault="00C869FE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11:</w:t>
      </w:r>
    </w:p>
    <w:p w14:paraId="306EE8E3" w14:textId="459F873C" w:rsidR="00C869FE" w:rsidRPr="00C869FE" w:rsidRDefault="00C869FE" w:rsidP="00C869FE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869FE">
        <w:rPr>
          <w:rFonts w:eastAsia="Calibri" w:cs="Times New Roman"/>
          <w:bCs/>
          <w:lang w:eastAsia="cs-CZ"/>
        </w:rPr>
        <w:t>Dle vyjádření odborníků by při čištění kamenných prvků ocelovými kartáči došlo k poškození materiálu (po kartáčování zůstanou plochy šedivé, částečky oceli ulpívají ve struktuře kamene a následně rezaví). Restaurování by tedy mělo mít jiné postupy, žádáme o prověření s NPÚ.</w:t>
      </w:r>
    </w:p>
    <w:p w14:paraId="12CDA3EA" w14:textId="77777777" w:rsidR="00C869FE" w:rsidRDefault="00C869FE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E8C65BB" w14:textId="4467C8EB" w:rsidR="00C869FE" w:rsidRDefault="00C869FE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Odpověď:</w:t>
      </w:r>
    </w:p>
    <w:p w14:paraId="2A1E1F53" w14:textId="7143BB06" w:rsidR="00C869FE" w:rsidRPr="003A604E" w:rsidRDefault="009635DE" w:rsidP="00BD5319">
      <w:pPr>
        <w:spacing w:after="0" w:line="240" w:lineRule="auto"/>
        <w:rPr>
          <w:rFonts w:eastAsia="Calibri" w:cs="Times New Roman"/>
          <w:bCs/>
          <w:lang w:eastAsia="cs-CZ"/>
        </w:rPr>
      </w:pPr>
      <w:r w:rsidRPr="003A604E">
        <w:rPr>
          <w:rFonts w:eastAsia="Calibri" w:cs="Times New Roman"/>
          <w:bCs/>
          <w:lang w:eastAsia="cs-CZ"/>
        </w:rPr>
        <w:t>Byl změněn technologický postup, p</w:t>
      </w:r>
      <w:r w:rsidR="00C846C7" w:rsidRPr="003A604E">
        <w:rPr>
          <w:rFonts w:eastAsia="Calibri" w:cs="Times New Roman"/>
          <w:bCs/>
          <w:lang w:eastAsia="cs-CZ"/>
        </w:rPr>
        <w:t>oložka č. 990 očištění ocel</w:t>
      </w:r>
      <w:r w:rsidR="00B07146" w:rsidRPr="003A604E">
        <w:rPr>
          <w:rFonts w:eastAsia="Calibri" w:cs="Times New Roman"/>
          <w:bCs/>
          <w:lang w:eastAsia="cs-CZ"/>
        </w:rPr>
        <w:t xml:space="preserve">ovými </w:t>
      </w:r>
      <w:r w:rsidR="00C846C7" w:rsidRPr="003A604E">
        <w:rPr>
          <w:rFonts w:eastAsia="Calibri" w:cs="Times New Roman"/>
          <w:bCs/>
          <w:lang w:eastAsia="cs-CZ"/>
        </w:rPr>
        <w:t>kartáči byla odstraněna</w:t>
      </w:r>
      <w:r w:rsidRPr="003A604E">
        <w:rPr>
          <w:rFonts w:eastAsia="Calibri" w:cs="Times New Roman"/>
          <w:bCs/>
          <w:lang w:eastAsia="cs-CZ"/>
        </w:rPr>
        <w:t>. Nově byla</w:t>
      </w:r>
      <w:r w:rsidR="00C846C7" w:rsidRPr="003A604E">
        <w:rPr>
          <w:rFonts w:eastAsia="Calibri" w:cs="Times New Roman"/>
          <w:bCs/>
          <w:lang w:eastAsia="cs-CZ"/>
        </w:rPr>
        <w:t xml:space="preserve"> doplněna</w:t>
      </w:r>
      <w:r w:rsidRPr="003A604E">
        <w:rPr>
          <w:rFonts w:eastAsia="Calibri" w:cs="Times New Roman"/>
          <w:bCs/>
          <w:lang w:eastAsia="cs-CZ"/>
        </w:rPr>
        <w:t xml:space="preserve"> </w:t>
      </w:r>
      <w:r w:rsidR="00C846C7" w:rsidRPr="003A604E">
        <w:rPr>
          <w:rFonts w:eastAsia="Calibri" w:cs="Times New Roman"/>
          <w:bCs/>
          <w:lang w:eastAsia="cs-CZ"/>
        </w:rPr>
        <w:t>položka č. 1057 umytí tlakovou vodou</w:t>
      </w:r>
      <w:r w:rsidRPr="003A604E">
        <w:rPr>
          <w:rFonts w:eastAsia="Calibri" w:cs="Times New Roman"/>
          <w:bCs/>
          <w:lang w:eastAsia="cs-CZ"/>
        </w:rPr>
        <w:t xml:space="preserve"> a</w:t>
      </w:r>
      <w:r w:rsidR="00C846C7" w:rsidRPr="003A604E">
        <w:rPr>
          <w:rFonts w:eastAsia="Calibri" w:cs="Times New Roman"/>
          <w:bCs/>
          <w:lang w:eastAsia="cs-CZ"/>
        </w:rPr>
        <w:t xml:space="preserve"> p</w:t>
      </w:r>
      <w:r w:rsidRPr="003A604E">
        <w:rPr>
          <w:rFonts w:eastAsia="Calibri" w:cs="Times New Roman"/>
          <w:bCs/>
          <w:lang w:eastAsia="cs-CZ"/>
        </w:rPr>
        <w:t xml:space="preserve">oložka </w:t>
      </w:r>
      <w:r w:rsidR="00C846C7" w:rsidRPr="003A604E">
        <w:rPr>
          <w:rFonts w:eastAsia="Calibri" w:cs="Times New Roman"/>
          <w:bCs/>
          <w:lang w:eastAsia="cs-CZ"/>
        </w:rPr>
        <w:t>č. 1058 očištění nylonovými kartáči.</w:t>
      </w:r>
    </w:p>
    <w:p w14:paraId="1E335EDD" w14:textId="77777777" w:rsidR="00C869FE" w:rsidRDefault="00C869FE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1A84013" w14:textId="77777777" w:rsidR="003A604E" w:rsidRDefault="003A604E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2E18809" w14:textId="5643CA25" w:rsidR="00C869FE" w:rsidRPr="00C869FE" w:rsidRDefault="00C869FE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C869FE">
        <w:rPr>
          <w:rFonts w:eastAsia="Calibri" w:cs="Times New Roman"/>
          <w:b/>
          <w:lang w:eastAsia="cs-CZ"/>
        </w:rPr>
        <w:t>Dotaz č. 12:</w:t>
      </w:r>
    </w:p>
    <w:p w14:paraId="2AA3F55F" w14:textId="67C19B12" w:rsidR="00C869FE" w:rsidRPr="00C869FE" w:rsidRDefault="00C869FE" w:rsidP="00C869FE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869FE">
        <w:rPr>
          <w:rFonts w:eastAsia="Calibri" w:cs="Times New Roman"/>
          <w:bCs/>
          <w:lang w:eastAsia="cs-CZ"/>
        </w:rPr>
        <w:t xml:space="preserve">Existuje restaurátorský záměr pro prvky spadající pod památkovou ochranu? V PD byl dohledán pouze </w:t>
      </w:r>
      <w:proofErr w:type="spellStart"/>
      <w:r w:rsidRPr="00C869FE">
        <w:rPr>
          <w:rFonts w:eastAsia="Calibri" w:cs="Times New Roman"/>
          <w:bCs/>
          <w:lang w:eastAsia="cs-CZ"/>
        </w:rPr>
        <w:t>stavebněhistorický</w:t>
      </w:r>
      <w:proofErr w:type="spellEnd"/>
      <w:r w:rsidRPr="00C869FE">
        <w:rPr>
          <w:rFonts w:eastAsia="Calibri" w:cs="Times New Roman"/>
          <w:bCs/>
          <w:lang w:eastAsia="cs-CZ"/>
        </w:rPr>
        <w:t xml:space="preserve"> průzkum.</w:t>
      </w:r>
    </w:p>
    <w:p w14:paraId="4DB81ED8" w14:textId="77777777" w:rsidR="00C869FE" w:rsidRPr="00C869FE" w:rsidRDefault="00C869FE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D1DB8AD" w14:textId="22C339A0" w:rsidR="00C869FE" w:rsidRPr="00C869FE" w:rsidRDefault="00C869FE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C869FE">
        <w:rPr>
          <w:rFonts w:eastAsia="Calibri" w:cs="Times New Roman"/>
          <w:b/>
          <w:lang w:eastAsia="cs-CZ"/>
        </w:rPr>
        <w:t>Odpověď:</w:t>
      </w:r>
    </w:p>
    <w:p w14:paraId="61E5418A" w14:textId="377C9C13" w:rsidR="00C869FE" w:rsidRPr="003A604E" w:rsidRDefault="009635DE" w:rsidP="00BD5319">
      <w:pPr>
        <w:spacing w:after="0" w:line="240" w:lineRule="auto"/>
        <w:rPr>
          <w:rFonts w:eastAsia="Calibri" w:cs="Times New Roman"/>
          <w:bCs/>
          <w:lang w:eastAsia="cs-CZ"/>
        </w:rPr>
      </w:pPr>
      <w:r w:rsidRPr="003A604E">
        <w:rPr>
          <w:rFonts w:eastAsia="Calibri" w:cs="Times New Roman"/>
          <w:bCs/>
          <w:lang w:eastAsia="cs-CZ"/>
        </w:rPr>
        <w:t xml:space="preserve">Dokumentace restaurátorského záměru nebyla zpracována. Prvky spadající pod památkovou ochranu jsou popsány ve výpisech prvků a v technické zprávě PD. </w:t>
      </w:r>
    </w:p>
    <w:p w14:paraId="6B965FAE" w14:textId="77777777" w:rsidR="00C869FE" w:rsidRDefault="00C869FE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EFE2B91" w14:textId="77777777" w:rsidR="003A604E" w:rsidRPr="00C869FE" w:rsidRDefault="003A604E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7DDC262" w14:textId="7C2D7DAB" w:rsidR="00C869FE" w:rsidRPr="00C869FE" w:rsidRDefault="00C869FE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C869FE">
        <w:rPr>
          <w:rFonts w:eastAsia="Calibri" w:cs="Times New Roman"/>
          <w:b/>
          <w:lang w:eastAsia="cs-CZ"/>
        </w:rPr>
        <w:t>Dotaz č. 13:</w:t>
      </w:r>
    </w:p>
    <w:p w14:paraId="0FD9D9F0" w14:textId="70731FAA" w:rsidR="00C869FE" w:rsidRPr="00C869FE" w:rsidRDefault="00C869FE" w:rsidP="00C869FE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869FE">
        <w:rPr>
          <w:rFonts w:eastAsia="Calibri" w:cs="Times New Roman"/>
          <w:bCs/>
          <w:lang w:eastAsia="cs-CZ"/>
        </w:rPr>
        <w:t>Předpokládáme správně, že má být položka 762812964 oceněna včetně materiálu? Jaký materiál z výběru má být naceněn (nelze cenově srovnat uvedené materiály)?</w:t>
      </w:r>
    </w:p>
    <w:p w14:paraId="15C44E00" w14:textId="77777777" w:rsidR="00C869FE" w:rsidRPr="00C869FE" w:rsidRDefault="00C869FE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697C8AA" w14:textId="17B28CD2" w:rsidR="00C869FE" w:rsidRPr="00C869FE" w:rsidRDefault="00C869FE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C869FE">
        <w:rPr>
          <w:rFonts w:eastAsia="Calibri" w:cs="Times New Roman"/>
          <w:b/>
          <w:lang w:eastAsia="cs-CZ"/>
        </w:rPr>
        <w:t>Odpověď:</w:t>
      </w:r>
    </w:p>
    <w:p w14:paraId="4D661DE3" w14:textId="32CC0930" w:rsidR="00BD5319" w:rsidRPr="003A604E" w:rsidRDefault="00C846C7" w:rsidP="009635DE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3A604E">
        <w:rPr>
          <w:rFonts w:eastAsia="Calibri" w:cs="Times New Roman"/>
          <w:bCs/>
          <w:lang w:eastAsia="cs-CZ"/>
        </w:rPr>
        <w:t xml:space="preserve">Jedná se o nacenění pouze zpětné montáže záklopu, </w:t>
      </w:r>
      <w:r w:rsidR="00B07146" w:rsidRPr="003A604E">
        <w:rPr>
          <w:rFonts w:eastAsia="Calibri" w:cs="Times New Roman"/>
          <w:bCs/>
          <w:lang w:eastAsia="cs-CZ"/>
        </w:rPr>
        <w:t>z demontovaného</w:t>
      </w:r>
      <w:r w:rsidRPr="003A604E">
        <w:rPr>
          <w:rFonts w:eastAsia="Calibri" w:cs="Times New Roman"/>
          <w:bCs/>
          <w:lang w:eastAsia="cs-CZ"/>
        </w:rPr>
        <w:t xml:space="preserve"> </w:t>
      </w:r>
      <w:r w:rsidR="00904508" w:rsidRPr="003A604E">
        <w:rPr>
          <w:rFonts w:eastAsia="Calibri" w:cs="Times New Roman"/>
          <w:bCs/>
          <w:lang w:eastAsia="cs-CZ"/>
        </w:rPr>
        <w:t xml:space="preserve">v položce č. 359 po provedení </w:t>
      </w:r>
      <w:r w:rsidR="007C7DBD" w:rsidRPr="003A604E">
        <w:rPr>
          <w:rFonts w:eastAsia="Calibri" w:cs="Times New Roman"/>
          <w:bCs/>
          <w:lang w:eastAsia="cs-CZ"/>
        </w:rPr>
        <w:t>pásových sond.</w:t>
      </w:r>
    </w:p>
    <w:p w14:paraId="36074391" w14:textId="77777777" w:rsidR="00B14FF0" w:rsidRPr="003A604E" w:rsidRDefault="00B14FF0" w:rsidP="00BD5319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</w:p>
    <w:p w14:paraId="072DC8B2" w14:textId="77777777" w:rsidR="00C869FE" w:rsidRDefault="00C869FE" w:rsidP="00664163">
      <w:pPr>
        <w:spacing w:after="0" w:line="240" w:lineRule="auto"/>
        <w:jc w:val="both"/>
        <w:rPr>
          <w:rFonts w:eastAsia="Times New Roman" w:cs="Times New Roman"/>
          <w:b/>
          <w:bCs/>
          <w:i/>
          <w:iCs/>
          <w:color w:val="FF0000"/>
          <w:u w:val="single"/>
          <w:lang w:eastAsia="cs-CZ"/>
        </w:rPr>
      </w:pPr>
    </w:p>
    <w:p w14:paraId="4BAAC0B8" w14:textId="77777777" w:rsidR="00664163" w:rsidRDefault="00664163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0B023FD" w14:textId="77777777" w:rsidR="00664163" w:rsidRPr="00C87717" w:rsidRDefault="00664163" w:rsidP="00C215EF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  <w:r w:rsidRPr="00C87717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14:paraId="7118AB88" w14:textId="0FE8682F" w:rsidR="00664163" w:rsidRPr="00BD5319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A7982EE" w14:textId="77777777" w:rsidR="00664163" w:rsidRPr="00BD5319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6E1E45B5" w14:textId="21273D49" w:rsidR="00664163" w:rsidRPr="00C215EF" w:rsidRDefault="00664163" w:rsidP="00C215EF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1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1A6528B8" w14:textId="77777777" w:rsidR="00664163" w:rsidRPr="00BD531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40F14837" w14:textId="77777777" w:rsidR="00C215EF" w:rsidRDefault="00664163" w:rsidP="00C215EF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C215EF">
        <w:rPr>
          <w:rFonts w:eastAsia="Calibri" w:cs="Times New Roman"/>
          <w:b/>
          <w:bCs/>
          <w:lang w:eastAsia="cs-CZ"/>
        </w:rPr>
        <w:t>Příloha:</w:t>
      </w:r>
    </w:p>
    <w:p w14:paraId="35D7DDE8" w14:textId="11F36188" w:rsidR="00664163" w:rsidRDefault="00C215EF" w:rsidP="00C215EF">
      <w:pPr>
        <w:spacing w:after="0" w:line="240" w:lineRule="auto"/>
        <w:rPr>
          <w:rFonts w:eastAsia="Calibri" w:cs="Times New Roman"/>
          <w:bCs/>
          <w:lang w:eastAsia="cs-CZ"/>
        </w:rPr>
      </w:pPr>
      <w:proofErr w:type="spellStart"/>
      <w:r w:rsidRPr="00C215EF">
        <w:rPr>
          <w:rFonts w:eastAsia="Calibri" w:cs="Times New Roman"/>
          <w:bCs/>
          <w:lang w:eastAsia="cs-CZ"/>
        </w:rPr>
        <w:t>XDC_Rekonstrukce</w:t>
      </w:r>
      <w:proofErr w:type="spellEnd"/>
      <w:r w:rsidRPr="00C215EF">
        <w:rPr>
          <w:rFonts w:eastAsia="Calibri" w:cs="Times New Roman"/>
          <w:bCs/>
          <w:lang w:eastAsia="cs-CZ"/>
        </w:rPr>
        <w:t xml:space="preserve"> VB Jaroměř_zm01_19012024</w:t>
      </w:r>
    </w:p>
    <w:p w14:paraId="6CE4556C" w14:textId="42FDE42C" w:rsidR="00C215EF" w:rsidRDefault="00C215EF" w:rsidP="00C215EF">
      <w:pPr>
        <w:spacing w:after="0" w:line="240" w:lineRule="auto"/>
        <w:rPr>
          <w:rFonts w:eastAsia="Calibri" w:cs="Times New Roman"/>
          <w:bCs/>
          <w:lang w:eastAsia="cs-CZ"/>
        </w:rPr>
      </w:pPr>
      <w:proofErr w:type="spellStart"/>
      <w:r w:rsidRPr="00C215EF">
        <w:rPr>
          <w:rFonts w:eastAsia="Calibri" w:cs="Times New Roman"/>
          <w:bCs/>
          <w:lang w:eastAsia="cs-CZ"/>
        </w:rPr>
        <w:t>XLS_Rekonstrukce</w:t>
      </w:r>
      <w:proofErr w:type="spellEnd"/>
      <w:r w:rsidRPr="00C215EF">
        <w:rPr>
          <w:rFonts w:eastAsia="Calibri" w:cs="Times New Roman"/>
          <w:bCs/>
          <w:lang w:eastAsia="cs-CZ"/>
        </w:rPr>
        <w:t xml:space="preserve"> VB Jaroměř_zm01_19012024</w:t>
      </w:r>
    </w:p>
    <w:p w14:paraId="2B7C3C27" w14:textId="7296E4EA" w:rsidR="00C215EF" w:rsidRPr="00C215EF" w:rsidRDefault="00C215EF" w:rsidP="00C215EF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>
        <w:rPr>
          <w:rFonts w:eastAsia="Calibri" w:cs="Times New Roman"/>
          <w:bCs/>
          <w:lang w:eastAsia="cs-CZ"/>
        </w:rPr>
        <w:tab/>
      </w:r>
    </w:p>
    <w:p w14:paraId="3568D690" w14:textId="77777777" w:rsidR="00664163" w:rsidRPr="00C215EF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1FC1E85" w14:textId="77777777" w:rsidR="00664163" w:rsidRPr="00C215EF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698CBDDB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215EF">
        <w:rPr>
          <w:rFonts w:eastAsia="Calibri" w:cs="Times New Roman"/>
          <w:lang w:eastAsia="cs-CZ"/>
        </w:rPr>
        <w:t>V Olomouci dne</w:t>
      </w:r>
      <w:r w:rsidRPr="00BD5319">
        <w:rPr>
          <w:rFonts w:eastAsia="Calibri" w:cs="Times New Roman"/>
          <w:lang w:eastAsia="cs-CZ"/>
        </w:rPr>
        <w:t xml:space="preserve"> </w:t>
      </w:r>
    </w:p>
    <w:p w14:paraId="6F75BA64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FEEE88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4ACAA506" w14:textId="77777777" w:rsidR="00664163" w:rsidRDefault="00664163" w:rsidP="00664163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14:paraId="5B29B42A" w14:textId="20AE3655" w:rsidR="00664163" w:rsidRPr="00A77E57" w:rsidRDefault="00664163" w:rsidP="00664163">
      <w:pPr>
        <w:spacing w:after="0" w:line="240" w:lineRule="auto"/>
        <w:rPr>
          <w:rFonts w:eastAsia="Times New Roman" w:cs="Times New Roman"/>
          <w:i/>
          <w:iCs/>
          <w:color w:val="FF0000"/>
          <w:lang w:eastAsia="cs-CZ"/>
        </w:rPr>
      </w:pPr>
    </w:p>
    <w:p w14:paraId="69F1990E" w14:textId="77777777" w:rsidR="00664163" w:rsidRPr="00BD5319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bCs/>
          <w:lang w:eastAsia="cs-CZ"/>
        </w:rPr>
        <w:t>Ing. Miroslav Bocák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74899A34" w14:textId="77777777" w:rsidR="00664163" w:rsidRPr="00BD5319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ředitel organizační jednotky</w:t>
      </w:r>
      <w:r w:rsidRPr="00BD5319">
        <w:rPr>
          <w:rFonts w:eastAsia="Times New Roman" w:cs="Times New Roman"/>
          <w:lang w:eastAsia="cs-CZ"/>
        </w:rPr>
        <w:tab/>
      </w:r>
    </w:p>
    <w:p w14:paraId="5DEDC136" w14:textId="77777777" w:rsidR="00664163" w:rsidRPr="00BD5319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Stavební správa východ</w:t>
      </w:r>
    </w:p>
    <w:p w14:paraId="49ADD5E7" w14:textId="4869110B" w:rsidR="00CB7B5A" w:rsidRPr="00C215EF" w:rsidRDefault="00664163" w:rsidP="00C215EF">
      <w:pPr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Správa </w:t>
      </w:r>
      <w:r>
        <w:rPr>
          <w:rFonts w:eastAsia="Times New Roman" w:cs="Times New Roman"/>
          <w:lang w:eastAsia="cs-CZ"/>
        </w:rPr>
        <w:t>železnic</w:t>
      </w:r>
      <w:r w:rsidRPr="00BD5319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Pr="00BD5319">
        <w:rPr>
          <w:rFonts w:eastAsia="Times New Roman" w:cs="Times New Roman"/>
          <w:lang w:eastAsia="cs-CZ"/>
        </w:rPr>
        <w:t>státní organizace</w:t>
      </w:r>
    </w:p>
    <w:sectPr w:rsidR="00CB7B5A" w:rsidRPr="00C215EF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473820" w14:textId="77777777" w:rsidR="00066EE9" w:rsidRDefault="00066EE9" w:rsidP="00962258">
      <w:pPr>
        <w:spacing w:after="0" w:line="240" w:lineRule="auto"/>
      </w:pPr>
      <w:r>
        <w:separator/>
      </w:r>
    </w:p>
  </w:endnote>
  <w:endnote w:type="continuationSeparator" w:id="0">
    <w:p w14:paraId="74EF9F6B" w14:textId="77777777" w:rsidR="00066EE9" w:rsidRDefault="00066EE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77777777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4216AC" w14:textId="77777777" w:rsidR="00066EE9" w:rsidRDefault="00066EE9" w:rsidP="00962258">
      <w:pPr>
        <w:spacing w:after="0" w:line="240" w:lineRule="auto"/>
      </w:pPr>
      <w:r>
        <w:separator/>
      </w:r>
    </w:p>
  </w:footnote>
  <w:footnote w:type="continuationSeparator" w:id="0">
    <w:p w14:paraId="232E486B" w14:textId="77777777" w:rsidR="00066EE9" w:rsidRDefault="00066EE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num w:numId="1" w16cid:durableId="401025770">
    <w:abstractNumId w:val="2"/>
  </w:num>
  <w:num w:numId="2" w16cid:durableId="506209173">
    <w:abstractNumId w:val="1"/>
  </w:num>
  <w:num w:numId="3" w16cid:durableId="358628641">
    <w:abstractNumId w:val="3"/>
  </w:num>
  <w:num w:numId="4" w16cid:durableId="1834292179">
    <w:abstractNumId w:val="6"/>
  </w:num>
  <w:num w:numId="5" w16cid:durableId="1470241154">
    <w:abstractNumId w:val="0"/>
  </w:num>
  <w:num w:numId="6" w16cid:durableId="848255171">
    <w:abstractNumId w:val="5"/>
  </w:num>
  <w:num w:numId="7" w16cid:durableId="218832763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334"/>
    <w:rsid w:val="00033432"/>
    <w:rsid w:val="000335CC"/>
    <w:rsid w:val="00066EE9"/>
    <w:rsid w:val="00072C1E"/>
    <w:rsid w:val="000B3A82"/>
    <w:rsid w:val="000B6C7E"/>
    <w:rsid w:val="000B7907"/>
    <w:rsid w:val="000C0429"/>
    <w:rsid w:val="000C45E8"/>
    <w:rsid w:val="00114472"/>
    <w:rsid w:val="0012718C"/>
    <w:rsid w:val="00152CB1"/>
    <w:rsid w:val="00170EC5"/>
    <w:rsid w:val="001747C1"/>
    <w:rsid w:val="0018596A"/>
    <w:rsid w:val="001B69C2"/>
    <w:rsid w:val="001C4DA0"/>
    <w:rsid w:val="001E08A6"/>
    <w:rsid w:val="001F719C"/>
    <w:rsid w:val="00207DF5"/>
    <w:rsid w:val="00267369"/>
    <w:rsid w:val="0026785D"/>
    <w:rsid w:val="00296D39"/>
    <w:rsid w:val="002C31BF"/>
    <w:rsid w:val="002E0CD7"/>
    <w:rsid w:val="002F026B"/>
    <w:rsid w:val="00335122"/>
    <w:rsid w:val="00357BC6"/>
    <w:rsid w:val="00370030"/>
    <w:rsid w:val="0037111D"/>
    <w:rsid w:val="003756B9"/>
    <w:rsid w:val="003956C6"/>
    <w:rsid w:val="003A604E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6107"/>
    <w:rsid w:val="004900C4"/>
    <w:rsid w:val="00491827"/>
    <w:rsid w:val="004926B0"/>
    <w:rsid w:val="004A0F75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44EF"/>
    <w:rsid w:val="005658A6"/>
    <w:rsid w:val="005720E7"/>
    <w:rsid w:val="005722BB"/>
    <w:rsid w:val="005736B7"/>
    <w:rsid w:val="00575E5A"/>
    <w:rsid w:val="00580925"/>
    <w:rsid w:val="00584E2A"/>
    <w:rsid w:val="00596C7E"/>
    <w:rsid w:val="005A5F24"/>
    <w:rsid w:val="005A64E9"/>
    <w:rsid w:val="005B5EE9"/>
    <w:rsid w:val="005B6A6E"/>
    <w:rsid w:val="00603ADD"/>
    <w:rsid w:val="006104F6"/>
    <w:rsid w:val="0061068E"/>
    <w:rsid w:val="00660AD3"/>
    <w:rsid w:val="00664163"/>
    <w:rsid w:val="006A5570"/>
    <w:rsid w:val="006A689C"/>
    <w:rsid w:val="006B3D79"/>
    <w:rsid w:val="006C7A69"/>
    <w:rsid w:val="006D68E4"/>
    <w:rsid w:val="006E0578"/>
    <w:rsid w:val="006E314D"/>
    <w:rsid w:val="006E7F06"/>
    <w:rsid w:val="00710723"/>
    <w:rsid w:val="00712ED1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C7DBD"/>
    <w:rsid w:val="007E4A6E"/>
    <w:rsid w:val="007F56A7"/>
    <w:rsid w:val="0080221C"/>
    <w:rsid w:val="00807DD0"/>
    <w:rsid w:val="00813F11"/>
    <w:rsid w:val="00891334"/>
    <w:rsid w:val="008A3568"/>
    <w:rsid w:val="008D03B9"/>
    <w:rsid w:val="008F18D6"/>
    <w:rsid w:val="00904508"/>
    <w:rsid w:val="00904780"/>
    <w:rsid w:val="009105CF"/>
    <w:rsid w:val="009113A8"/>
    <w:rsid w:val="009166D8"/>
    <w:rsid w:val="00922385"/>
    <w:rsid w:val="009223DF"/>
    <w:rsid w:val="00936091"/>
    <w:rsid w:val="00940D8A"/>
    <w:rsid w:val="00962258"/>
    <w:rsid w:val="009635DE"/>
    <w:rsid w:val="009678B7"/>
    <w:rsid w:val="00982411"/>
    <w:rsid w:val="00992D9C"/>
    <w:rsid w:val="00996CB8"/>
    <w:rsid w:val="009A7568"/>
    <w:rsid w:val="009B2E97"/>
    <w:rsid w:val="009B3C69"/>
    <w:rsid w:val="009B72CC"/>
    <w:rsid w:val="009D30D4"/>
    <w:rsid w:val="009E07F4"/>
    <w:rsid w:val="009F392E"/>
    <w:rsid w:val="00A11EB5"/>
    <w:rsid w:val="00A2607E"/>
    <w:rsid w:val="00A44328"/>
    <w:rsid w:val="00A6177B"/>
    <w:rsid w:val="00A66136"/>
    <w:rsid w:val="00AA4368"/>
    <w:rsid w:val="00AA4CBB"/>
    <w:rsid w:val="00AA65FA"/>
    <w:rsid w:val="00AA7351"/>
    <w:rsid w:val="00AD056F"/>
    <w:rsid w:val="00AD2773"/>
    <w:rsid w:val="00AD6731"/>
    <w:rsid w:val="00AE1DDE"/>
    <w:rsid w:val="00B07146"/>
    <w:rsid w:val="00B14FF0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5319"/>
    <w:rsid w:val="00BD7E91"/>
    <w:rsid w:val="00BF374D"/>
    <w:rsid w:val="00BF6D48"/>
    <w:rsid w:val="00BF7844"/>
    <w:rsid w:val="00C02D0A"/>
    <w:rsid w:val="00C03A6E"/>
    <w:rsid w:val="00C215EF"/>
    <w:rsid w:val="00C30759"/>
    <w:rsid w:val="00C44F6A"/>
    <w:rsid w:val="00C727E5"/>
    <w:rsid w:val="00C8207D"/>
    <w:rsid w:val="00C846C7"/>
    <w:rsid w:val="00C85D0B"/>
    <w:rsid w:val="00C869FE"/>
    <w:rsid w:val="00CB7B5A"/>
    <w:rsid w:val="00CC1E2B"/>
    <w:rsid w:val="00CD1FC4"/>
    <w:rsid w:val="00CE371D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10710"/>
    <w:rsid w:val="00E824F1"/>
    <w:rsid w:val="00EB104F"/>
    <w:rsid w:val="00ED14BD"/>
    <w:rsid w:val="00F01440"/>
    <w:rsid w:val="00F12DEC"/>
    <w:rsid w:val="00F1715C"/>
    <w:rsid w:val="00F310F8"/>
    <w:rsid w:val="00F35939"/>
    <w:rsid w:val="00F45607"/>
    <w:rsid w:val="00F64786"/>
    <w:rsid w:val="00F659EB"/>
    <w:rsid w:val="00F804A7"/>
    <w:rsid w:val="00F862D6"/>
    <w:rsid w:val="00F86BA6"/>
    <w:rsid w:val="00FB6BF2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A4368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character" w:styleId="Nevyeenzmnka">
    <w:name w:val="Unresolved Mention"/>
    <w:basedOn w:val="Standardnpsmoodstavce"/>
    <w:uiPriority w:val="99"/>
    <w:semiHidden/>
    <w:unhideWhenUsed/>
    <w:rsid w:val="00AA43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EF8A733A-7FC2-4531-8071-FCC292D4C3E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133</TotalTime>
  <Pages>3</Pages>
  <Words>1012</Words>
  <Characters>5974</Characters>
  <Application>Microsoft Office Word</Application>
  <DocSecurity>0</DocSecurity>
  <Lines>49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6973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Přerovská Kamila, Ing.</cp:lastModifiedBy>
  <cp:revision>42</cp:revision>
  <cp:lastPrinted>2019-02-22T13:28:00Z</cp:lastPrinted>
  <dcterms:created xsi:type="dcterms:W3CDTF">2024-01-18T18:43:00Z</dcterms:created>
  <dcterms:modified xsi:type="dcterms:W3CDTF">2024-01-19T09:23:00Z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